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F11D3" w14:textId="134EC3D0" w:rsidR="00463F67" w:rsidRDefault="009E041F" w:rsidP="00463F67">
      <w:pPr>
        <w:pStyle w:val="Title"/>
      </w:pPr>
      <w:sdt>
        <w:sdtPr>
          <w:alias w:val="Title"/>
          <w:tag w:val=""/>
          <w:id w:val="1062761741"/>
          <w:placeholder>
            <w:docPart w:val="1F8EA23319E840AD8EC298C0A1A196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10E0B" w:rsidRPr="00110E0B">
            <w:t>Form TC12 – ACM/MTS recurrent proficiency check report</w:t>
          </w:r>
        </w:sdtContent>
      </w:sdt>
    </w:p>
    <w:p w14:paraId="66E4B65C" w14:textId="77777777" w:rsidR="00AD3269" w:rsidRPr="002F6F85" w:rsidRDefault="00AD3269" w:rsidP="00AD3269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1984"/>
        <w:gridCol w:w="2127"/>
      </w:tblGrid>
      <w:tr w:rsidR="00AD3269" w:rsidRPr="00102F1E" w14:paraId="1FE196EE" w14:textId="77777777" w:rsidTr="0038189F">
        <w:trPr>
          <w:trHeight w:val="580"/>
        </w:trPr>
        <w:tc>
          <w:tcPr>
            <w:tcW w:w="1696" w:type="dxa"/>
          </w:tcPr>
          <w:p w14:paraId="6F34D6EA" w14:textId="77777777" w:rsidR="00AD3269" w:rsidRPr="00102F1E" w:rsidRDefault="00AD3269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686" w:type="dxa"/>
          </w:tcPr>
          <w:p w14:paraId="5925B3A3" w14:textId="77777777" w:rsidR="00AD3269" w:rsidRPr="00102F1E" w:rsidRDefault="00AD3269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16694BF5" w14:textId="77777777" w:rsidR="00AD3269" w:rsidRPr="00102F1E" w:rsidRDefault="00AD3269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6093C461" w14:textId="77777777" w:rsidR="00AD3269" w:rsidRPr="00102F1E" w:rsidRDefault="00AD3269" w:rsidP="0038189F"/>
        </w:tc>
      </w:tr>
      <w:tr w:rsidR="00AD3269" w:rsidRPr="00102F1E" w14:paraId="3EF2FCB5" w14:textId="77777777" w:rsidTr="0038189F">
        <w:trPr>
          <w:trHeight w:val="580"/>
        </w:trPr>
        <w:tc>
          <w:tcPr>
            <w:tcW w:w="1696" w:type="dxa"/>
          </w:tcPr>
          <w:p w14:paraId="2C67EC33" w14:textId="77777777" w:rsidR="00AD3269" w:rsidRDefault="00AD3269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686" w:type="dxa"/>
          </w:tcPr>
          <w:p w14:paraId="29DD1BCC" w14:textId="77777777" w:rsidR="00AD3269" w:rsidRPr="00102F1E" w:rsidRDefault="009E041F" w:rsidP="0038189F"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AD3269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D3269" w:rsidRPr="003C2B3F">
              <w:t xml:space="preserve"> Aircrew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2802E96" w14:textId="77777777" w:rsidR="00AD3269" w:rsidRPr="00102F1E" w:rsidRDefault="009E041F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AD3269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D3269" w:rsidRPr="003C2B3F">
              <w:t xml:space="preserve"> Medical transport specialist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2A88034A" w14:textId="77777777" w:rsidR="00AD3269" w:rsidRPr="00102F1E" w:rsidRDefault="00AD3269" w:rsidP="0038189F"/>
        </w:tc>
      </w:tr>
      <w:tr w:rsidR="00AD3269" w:rsidRPr="00102F1E" w14:paraId="2421E7FB" w14:textId="77777777" w:rsidTr="0038189F">
        <w:trPr>
          <w:trHeight w:val="580"/>
        </w:trPr>
        <w:tc>
          <w:tcPr>
            <w:tcW w:w="1696" w:type="dxa"/>
          </w:tcPr>
          <w:p w14:paraId="52C0F3F2" w14:textId="01C8F326" w:rsidR="00AD3269" w:rsidRDefault="00AD3269" w:rsidP="0038189F">
            <w:pPr>
              <w:rPr>
                <w:rStyle w:val="bold"/>
              </w:rPr>
            </w:pPr>
            <w:r>
              <w:rPr>
                <w:rStyle w:val="bold"/>
              </w:rPr>
              <w:t>Checker name:</w:t>
            </w:r>
          </w:p>
        </w:tc>
        <w:tc>
          <w:tcPr>
            <w:tcW w:w="3686" w:type="dxa"/>
          </w:tcPr>
          <w:p w14:paraId="4F5B5D8F" w14:textId="77777777" w:rsidR="00AD3269" w:rsidRDefault="00AD3269" w:rsidP="0038189F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F211E32" w14:textId="213FC543" w:rsidR="00AD3269" w:rsidRPr="00AD3269" w:rsidRDefault="00AD3269" w:rsidP="0038189F">
            <w:pPr>
              <w:rPr>
                <w:rStyle w:val="bold"/>
              </w:rPr>
            </w:pPr>
            <w:r w:rsidRPr="00AD3269">
              <w:rPr>
                <w:rStyle w:val="bold"/>
              </w:rPr>
              <w:t>Date of check: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34906FE8" w14:textId="77777777" w:rsidR="00AD3269" w:rsidRPr="00102F1E" w:rsidRDefault="00AD3269" w:rsidP="0038189F"/>
        </w:tc>
      </w:tr>
      <w:tr w:rsidR="00AD3269" w:rsidRPr="00102F1E" w14:paraId="440B8C07" w14:textId="77777777" w:rsidTr="0038189F">
        <w:trPr>
          <w:trHeight w:val="580"/>
        </w:trPr>
        <w:tc>
          <w:tcPr>
            <w:tcW w:w="1696" w:type="dxa"/>
          </w:tcPr>
          <w:p w14:paraId="0AD588E5" w14:textId="1AF4D64C" w:rsidR="00AD3269" w:rsidRPr="00AB3C89" w:rsidRDefault="00AD3269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</w:t>
            </w:r>
            <w:r w:rsidRPr="00AB3C89">
              <w:rPr>
                <w:rStyle w:val="bold"/>
              </w:rPr>
              <w:t>:</w:t>
            </w:r>
          </w:p>
        </w:tc>
        <w:tc>
          <w:tcPr>
            <w:tcW w:w="3686" w:type="dxa"/>
            <w:tcBorders>
              <w:right w:val="nil"/>
            </w:tcBorders>
          </w:tcPr>
          <w:p w14:paraId="3CF16433" w14:textId="77777777" w:rsidR="00AD3269" w:rsidRDefault="00AD3269" w:rsidP="0038189F"/>
        </w:tc>
        <w:tc>
          <w:tcPr>
            <w:tcW w:w="1984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139DDC69" w14:textId="77777777" w:rsidR="00AD3269" w:rsidRPr="00AB3C89" w:rsidRDefault="00AD3269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BFBFBF" w:themeColor="background1" w:themeShade="BF"/>
            </w:tcBorders>
          </w:tcPr>
          <w:p w14:paraId="2A1D607E" w14:textId="77777777" w:rsidR="00AD3269" w:rsidRDefault="00AD3269" w:rsidP="0038189F"/>
        </w:tc>
      </w:tr>
    </w:tbl>
    <w:p w14:paraId="3319AA9A" w14:textId="77777777" w:rsidR="00AD3269" w:rsidRPr="003C2B3F" w:rsidRDefault="00AD3269" w:rsidP="00AD3269"/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06"/>
        <w:gridCol w:w="1728"/>
      </w:tblGrid>
      <w:tr w:rsidR="00110E0B" w:rsidRPr="00F86B35" w14:paraId="63F3EEF0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7906" w:type="dxa"/>
          </w:tcPr>
          <w:p w14:paraId="6ECCC2FB" w14:textId="77777777" w:rsidR="00110E0B" w:rsidRPr="006D7FDE" w:rsidRDefault="00110E0B" w:rsidP="00F3353D">
            <w:r w:rsidRPr="00F86B35">
              <w:t>Ground Training</w:t>
            </w:r>
          </w:p>
        </w:tc>
        <w:tc>
          <w:tcPr>
            <w:tcW w:w="1728" w:type="dxa"/>
          </w:tcPr>
          <w:p w14:paraId="4060FDC3" w14:textId="77777777" w:rsidR="00110E0B" w:rsidRPr="006D7FDE" w:rsidRDefault="00110E0B" w:rsidP="00F3353D">
            <w:r w:rsidRPr="00F86B35">
              <w:t>Completion date</w:t>
            </w:r>
          </w:p>
        </w:tc>
      </w:tr>
      <w:tr w:rsidR="00110E0B" w:rsidRPr="00916430" w14:paraId="4E4DD387" w14:textId="77777777" w:rsidTr="00F3353D">
        <w:trPr>
          <w:trHeight w:val="25"/>
        </w:trPr>
        <w:tc>
          <w:tcPr>
            <w:tcW w:w="7906" w:type="dxa"/>
          </w:tcPr>
          <w:p w14:paraId="202269DF" w14:textId="77777777" w:rsidR="00110E0B" w:rsidRPr="006D7FDE" w:rsidRDefault="00110E0B" w:rsidP="00F3353D">
            <w:pPr>
              <w:pStyle w:val="Tabletext"/>
            </w:pPr>
            <w:r w:rsidRPr="00916430">
              <w:t xml:space="preserve">Safety Management Systems </w:t>
            </w:r>
          </w:p>
        </w:tc>
        <w:tc>
          <w:tcPr>
            <w:tcW w:w="1728" w:type="dxa"/>
          </w:tcPr>
          <w:p w14:paraId="63444D14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58C261FB" w14:textId="77777777" w:rsidTr="00F3353D">
        <w:trPr>
          <w:trHeight w:val="25"/>
        </w:trPr>
        <w:tc>
          <w:tcPr>
            <w:tcW w:w="7906" w:type="dxa"/>
          </w:tcPr>
          <w:p w14:paraId="1AB8C507" w14:textId="77777777" w:rsidR="00110E0B" w:rsidRPr="006D7FDE" w:rsidRDefault="00110E0B" w:rsidP="00F3353D">
            <w:pPr>
              <w:pStyle w:val="Tabletext"/>
            </w:pPr>
            <w:r w:rsidRPr="00916430">
              <w:t xml:space="preserve">Human Factors Principles and Non-Technical Skills </w:t>
            </w:r>
          </w:p>
        </w:tc>
        <w:tc>
          <w:tcPr>
            <w:tcW w:w="1728" w:type="dxa"/>
          </w:tcPr>
          <w:p w14:paraId="3D6B4EFF" w14:textId="77777777" w:rsidR="00110E0B" w:rsidRPr="00916430" w:rsidRDefault="00110E0B" w:rsidP="00F3353D">
            <w:pPr>
              <w:pStyle w:val="Tabletext"/>
            </w:pPr>
          </w:p>
        </w:tc>
      </w:tr>
    </w:tbl>
    <w:p w14:paraId="3435AFC1" w14:textId="77777777" w:rsidR="00110E0B" w:rsidRDefault="00110E0B" w:rsidP="00110E0B"/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3"/>
        <w:gridCol w:w="1706"/>
      </w:tblGrid>
      <w:tr w:rsidR="00110E0B" w:rsidRPr="00F86B35" w14:paraId="3CD29429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"/>
          <w:tblHeader/>
        </w:trPr>
        <w:tc>
          <w:tcPr>
            <w:tcW w:w="7933" w:type="dxa"/>
            <w:tcBorders>
              <w:bottom w:val="single" w:sz="4" w:space="0" w:color="0080A2"/>
            </w:tcBorders>
          </w:tcPr>
          <w:p w14:paraId="0AA4433A" w14:textId="77777777" w:rsidR="00110E0B" w:rsidRPr="006D7FDE" w:rsidRDefault="00110E0B" w:rsidP="00F3353D">
            <w:r w:rsidRPr="00F86B35">
              <w:t>Check items</w:t>
            </w:r>
          </w:p>
        </w:tc>
        <w:tc>
          <w:tcPr>
            <w:tcW w:w="1706" w:type="dxa"/>
          </w:tcPr>
          <w:p w14:paraId="5AB3BFD1" w14:textId="77777777" w:rsidR="00110E0B" w:rsidRPr="006D7FDE" w:rsidRDefault="00110E0B" w:rsidP="00F3353D">
            <w:r w:rsidRPr="00F86B35">
              <w:t>C / NYC / NA</w:t>
            </w:r>
          </w:p>
        </w:tc>
      </w:tr>
      <w:tr w:rsidR="00110E0B" w:rsidRPr="00F86B35" w14:paraId="4ED5B41A" w14:textId="77777777" w:rsidTr="00F3353D">
        <w:trPr>
          <w:trHeight w:val="25"/>
        </w:trPr>
        <w:tc>
          <w:tcPr>
            <w:tcW w:w="7933" w:type="dxa"/>
            <w:tcBorders>
              <w:right w:val="nil"/>
            </w:tcBorders>
          </w:tcPr>
          <w:p w14:paraId="758ABD90" w14:textId="77777777" w:rsidR="00110E0B" w:rsidRPr="006D7FDE" w:rsidRDefault="00110E0B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Non-normal &amp; emergency procedures</w:t>
            </w:r>
          </w:p>
        </w:tc>
        <w:tc>
          <w:tcPr>
            <w:tcW w:w="1706" w:type="dxa"/>
            <w:tcBorders>
              <w:left w:val="nil"/>
            </w:tcBorders>
          </w:tcPr>
          <w:p w14:paraId="669720E4" w14:textId="77777777" w:rsidR="00110E0B" w:rsidRPr="00F86B35" w:rsidRDefault="00110E0B" w:rsidP="00F3353D">
            <w:pPr>
              <w:pStyle w:val="Tabletext"/>
              <w:rPr>
                <w:rStyle w:val="bold"/>
              </w:rPr>
            </w:pPr>
          </w:p>
        </w:tc>
      </w:tr>
      <w:tr w:rsidR="00110E0B" w:rsidRPr="00916430" w14:paraId="2D5894C9" w14:textId="77777777" w:rsidTr="00F3353D">
        <w:trPr>
          <w:trHeight w:val="25"/>
        </w:trPr>
        <w:tc>
          <w:tcPr>
            <w:tcW w:w="7933" w:type="dxa"/>
          </w:tcPr>
          <w:p w14:paraId="776B2B26" w14:textId="77777777" w:rsidR="00110E0B" w:rsidRPr="006D7FDE" w:rsidRDefault="00110E0B" w:rsidP="00F3353D">
            <w:pPr>
              <w:pStyle w:val="Tablebullet"/>
            </w:pPr>
            <w:r w:rsidRPr="00916430">
              <w:t>fumes, fire &amp; smoke</w:t>
            </w:r>
          </w:p>
        </w:tc>
        <w:tc>
          <w:tcPr>
            <w:tcW w:w="1706" w:type="dxa"/>
          </w:tcPr>
          <w:p w14:paraId="65634B9C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5350FCF7" w14:textId="77777777" w:rsidTr="00F3353D">
        <w:trPr>
          <w:trHeight w:val="25"/>
        </w:trPr>
        <w:tc>
          <w:tcPr>
            <w:tcW w:w="7933" w:type="dxa"/>
          </w:tcPr>
          <w:p w14:paraId="3A50B930" w14:textId="77777777" w:rsidR="00110E0B" w:rsidRPr="006D7FDE" w:rsidRDefault="00110E0B" w:rsidP="00F3353D">
            <w:pPr>
              <w:pStyle w:val="Tablebullet"/>
            </w:pPr>
            <w:r w:rsidRPr="00916430">
              <w:t>pressurisation problems &amp; decompression</w:t>
            </w:r>
          </w:p>
        </w:tc>
        <w:tc>
          <w:tcPr>
            <w:tcW w:w="1706" w:type="dxa"/>
          </w:tcPr>
          <w:p w14:paraId="45DD3BEE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02C18E44" w14:textId="77777777" w:rsidTr="00F3353D">
        <w:trPr>
          <w:trHeight w:val="25"/>
        </w:trPr>
        <w:tc>
          <w:tcPr>
            <w:tcW w:w="7933" w:type="dxa"/>
          </w:tcPr>
          <w:p w14:paraId="650571F6" w14:textId="77777777" w:rsidR="00110E0B" w:rsidRPr="006D7FDE" w:rsidRDefault="00110E0B" w:rsidP="00F3353D">
            <w:pPr>
              <w:pStyle w:val="Tablebullet"/>
            </w:pPr>
            <w:r w:rsidRPr="00916430">
              <w:t>crew incapacitation</w:t>
            </w:r>
          </w:p>
        </w:tc>
        <w:tc>
          <w:tcPr>
            <w:tcW w:w="1706" w:type="dxa"/>
          </w:tcPr>
          <w:p w14:paraId="1CF1C93B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5CDF45B1" w14:textId="77777777" w:rsidTr="00F3353D">
        <w:trPr>
          <w:trHeight w:val="25"/>
        </w:trPr>
        <w:tc>
          <w:tcPr>
            <w:tcW w:w="7933" w:type="dxa"/>
          </w:tcPr>
          <w:p w14:paraId="567B7229" w14:textId="77777777" w:rsidR="00110E0B" w:rsidRPr="006D7FDE" w:rsidRDefault="00110E0B" w:rsidP="00F3353D">
            <w:pPr>
              <w:pStyle w:val="Tablebullet"/>
            </w:pPr>
            <w:r w:rsidRPr="00916430">
              <w:t>evacuation</w:t>
            </w:r>
          </w:p>
        </w:tc>
        <w:tc>
          <w:tcPr>
            <w:tcW w:w="1706" w:type="dxa"/>
          </w:tcPr>
          <w:p w14:paraId="58D77639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067010EE" w14:textId="77777777" w:rsidTr="00F3353D">
        <w:trPr>
          <w:trHeight w:val="25"/>
        </w:trPr>
        <w:tc>
          <w:tcPr>
            <w:tcW w:w="7933" w:type="dxa"/>
            <w:tcBorders>
              <w:bottom w:val="single" w:sz="4" w:space="0" w:color="0080A2"/>
            </w:tcBorders>
          </w:tcPr>
          <w:p w14:paraId="7C818119" w14:textId="77777777" w:rsidR="00110E0B" w:rsidRPr="006D7FDE" w:rsidRDefault="00110E0B" w:rsidP="00F3353D">
            <w:pPr>
              <w:pStyle w:val="Tablebullet"/>
            </w:pPr>
            <w:r w:rsidRPr="00916430">
              <w:t>ditching</w:t>
            </w:r>
          </w:p>
        </w:tc>
        <w:tc>
          <w:tcPr>
            <w:tcW w:w="1706" w:type="dxa"/>
          </w:tcPr>
          <w:p w14:paraId="0F428835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F86B35" w14:paraId="7B221E9B" w14:textId="77777777" w:rsidTr="00F3353D">
        <w:trPr>
          <w:trHeight w:val="25"/>
        </w:trPr>
        <w:tc>
          <w:tcPr>
            <w:tcW w:w="7933" w:type="dxa"/>
            <w:tcBorders>
              <w:right w:val="nil"/>
            </w:tcBorders>
          </w:tcPr>
          <w:p w14:paraId="14462C5E" w14:textId="77777777" w:rsidR="00110E0B" w:rsidRPr="006D7FDE" w:rsidRDefault="00110E0B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Line operations</w:t>
            </w:r>
          </w:p>
        </w:tc>
        <w:tc>
          <w:tcPr>
            <w:tcW w:w="1706" w:type="dxa"/>
            <w:tcBorders>
              <w:left w:val="nil"/>
            </w:tcBorders>
          </w:tcPr>
          <w:p w14:paraId="6320C493" w14:textId="77777777" w:rsidR="00110E0B" w:rsidRPr="00F86B35" w:rsidRDefault="00110E0B" w:rsidP="00F3353D">
            <w:pPr>
              <w:pStyle w:val="Tabletext"/>
              <w:rPr>
                <w:rStyle w:val="bold"/>
              </w:rPr>
            </w:pPr>
          </w:p>
        </w:tc>
      </w:tr>
      <w:tr w:rsidR="00110E0B" w:rsidRPr="00916430" w14:paraId="64D01F07" w14:textId="77777777" w:rsidTr="00F3353D">
        <w:trPr>
          <w:trHeight w:val="25"/>
        </w:trPr>
        <w:tc>
          <w:tcPr>
            <w:tcW w:w="7933" w:type="dxa"/>
          </w:tcPr>
          <w:p w14:paraId="66FD0D07" w14:textId="77777777" w:rsidR="00110E0B" w:rsidRPr="006D7FDE" w:rsidRDefault="00110E0B" w:rsidP="00F3353D">
            <w:pPr>
              <w:pStyle w:val="Tablebullet"/>
            </w:pPr>
            <w:r w:rsidRPr="00916430">
              <w:t>risk assessment &amp; management</w:t>
            </w:r>
          </w:p>
        </w:tc>
        <w:tc>
          <w:tcPr>
            <w:tcW w:w="1706" w:type="dxa"/>
          </w:tcPr>
          <w:p w14:paraId="14E9B4F7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746225F9" w14:textId="77777777" w:rsidTr="00F3353D">
        <w:trPr>
          <w:trHeight w:val="25"/>
        </w:trPr>
        <w:tc>
          <w:tcPr>
            <w:tcW w:w="7933" w:type="dxa"/>
          </w:tcPr>
          <w:p w14:paraId="1F432B55" w14:textId="77777777" w:rsidR="00110E0B" w:rsidRPr="006D7FDE" w:rsidRDefault="00110E0B" w:rsidP="00F3353D">
            <w:pPr>
              <w:pStyle w:val="Tablebullet"/>
            </w:pPr>
            <w:r w:rsidRPr="00916430">
              <w:t>pre-flight procedures</w:t>
            </w:r>
          </w:p>
        </w:tc>
        <w:tc>
          <w:tcPr>
            <w:tcW w:w="1706" w:type="dxa"/>
          </w:tcPr>
          <w:p w14:paraId="6EE222E9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6C355222" w14:textId="77777777" w:rsidTr="00F3353D">
        <w:trPr>
          <w:trHeight w:val="25"/>
        </w:trPr>
        <w:tc>
          <w:tcPr>
            <w:tcW w:w="7933" w:type="dxa"/>
          </w:tcPr>
          <w:p w14:paraId="7457BFDC" w14:textId="77777777" w:rsidR="00110E0B" w:rsidRPr="006D7FDE" w:rsidRDefault="00110E0B" w:rsidP="00F3353D">
            <w:pPr>
              <w:pStyle w:val="Tablebullet"/>
            </w:pPr>
            <w:r w:rsidRPr="00916430">
              <w:t xml:space="preserve">ground handling, aircraft parking &amp; public safety </w:t>
            </w:r>
            <w:r w:rsidRPr="006D7FDE">
              <w:t>procedures</w:t>
            </w:r>
          </w:p>
        </w:tc>
        <w:tc>
          <w:tcPr>
            <w:tcW w:w="1706" w:type="dxa"/>
          </w:tcPr>
          <w:p w14:paraId="6568453E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4F0CFC05" w14:textId="77777777" w:rsidTr="00F3353D">
        <w:trPr>
          <w:trHeight w:val="25"/>
        </w:trPr>
        <w:tc>
          <w:tcPr>
            <w:tcW w:w="7933" w:type="dxa"/>
          </w:tcPr>
          <w:p w14:paraId="549CD0CC" w14:textId="77777777" w:rsidR="00110E0B" w:rsidRPr="006D7FDE" w:rsidRDefault="00110E0B" w:rsidP="00F3353D">
            <w:pPr>
              <w:pStyle w:val="Tablebullet"/>
            </w:pPr>
            <w:r w:rsidRPr="00916430">
              <w:t>passenger handling, briefings &amp; safety demonstration procedures</w:t>
            </w:r>
          </w:p>
        </w:tc>
        <w:tc>
          <w:tcPr>
            <w:tcW w:w="1706" w:type="dxa"/>
          </w:tcPr>
          <w:p w14:paraId="1F02F20F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7A13B860" w14:textId="77777777" w:rsidTr="00F3353D">
        <w:trPr>
          <w:trHeight w:val="25"/>
        </w:trPr>
        <w:tc>
          <w:tcPr>
            <w:tcW w:w="7933" w:type="dxa"/>
          </w:tcPr>
          <w:p w14:paraId="402D2C19" w14:textId="77777777" w:rsidR="00110E0B" w:rsidRPr="006D7FDE" w:rsidRDefault="00110E0B" w:rsidP="00F3353D">
            <w:pPr>
              <w:pStyle w:val="Tablebullet"/>
            </w:pPr>
            <w:r w:rsidRPr="00916430">
              <w:t>crew communication &amp; co</w:t>
            </w:r>
            <w:r w:rsidRPr="006D7FDE">
              <w:t>-ordination</w:t>
            </w:r>
          </w:p>
        </w:tc>
        <w:tc>
          <w:tcPr>
            <w:tcW w:w="1706" w:type="dxa"/>
          </w:tcPr>
          <w:p w14:paraId="2001A495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015F6B3C" w14:textId="77777777" w:rsidTr="00F3353D">
        <w:trPr>
          <w:trHeight w:val="25"/>
        </w:trPr>
        <w:tc>
          <w:tcPr>
            <w:tcW w:w="7933" w:type="dxa"/>
          </w:tcPr>
          <w:p w14:paraId="61952951" w14:textId="77777777" w:rsidR="00110E0B" w:rsidRPr="006D7FDE" w:rsidRDefault="00110E0B" w:rsidP="00F3353D">
            <w:pPr>
              <w:pStyle w:val="Tablebullet"/>
            </w:pPr>
            <w:r w:rsidRPr="00916430">
              <w:t>use of aircraft systems</w:t>
            </w:r>
          </w:p>
        </w:tc>
        <w:tc>
          <w:tcPr>
            <w:tcW w:w="1706" w:type="dxa"/>
          </w:tcPr>
          <w:p w14:paraId="325EFEBD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0E141FE6" w14:textId="77777777" w:rsidTr="00F3353D">
        <w:trPr>
          <w:trHeight w:val="25"/>
        </w:trPr>
        <w:tc>
          <w:tcPr>
            <w:tcW w:w="7933" w:type="dxa"/>
          </w:tcPr>
          <w:p w14:paraId="44A196B7" w14:textId="77777777" w:rsidR="00110E0B" w:rsidRPr="006D7FDE" w:rsidRDefault="00110E0B" w:rsidP="00F3353D">
            <w:pPr>
              <w:pStyle w:val="Tablebullet"/>
            </w:pPr>
            <w:r w:rsidRPr="00916430">
              <w:t>use of aircraft exits &amp; equipment</w:t>
            </w:r>
          </w:p>
        </w:tc>
        <w:tc>
          <w:tcPr>
            <w:tcW w:w="1706" w:type="dxa"/>
          </w:tcPr>
          <w:p w14:paraId="061FD3FC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2D6C56CA" w14:textId="77777777" w:rsidTr="00F3353D">
        <w:trPr>
          <w:trHeight w:val="25"/>
        </w:trPr>
        <w:tc>
          <w:tcPr>
            <w:tcW w:w="7933" w:type="dxa"/>
            <w:tcBorders>
              <w:bottom w:val="single" w:sz="4" w:space="0" w:color="0080A2"/>
            </w:tcBorders>
          </w:tcPr>
          <w:p w14:paraId="35187A9F" w14:textId="77777777" w:rsidR="00110E0B" w:rsidRPr="006D7FDE" w:rsidRDefault="00110E0B" w:rsidP="00F3353D">
            <w:pPr>
              <w:pStyle w:val="Tablebullet"/>
            </w:pPr>
            <w:r w:rsidRPr="00916430">
              <w:t>post-flight procedures</w:t>
            </w:r>
          </w:p>
        </w:tc>
        <w:tc>
          <w:tcPr>
            <w:tcW w:w="1706" w:type="dxa"/>
          </w:tcPr>
          <w:p w14:paraId="0724E4DB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F86B35" w14:paraId="4A539AB1" w14:textId="77777777" w:rsidTr="00F3353D">
        <w:trPr>
          <w:trHeight w:val="25"/>
        </w:trPr>
        <w:tc>
          <w:tcPr>
            <w:tcW w:w="7933" w:type="dxa"/>
            <w:tcBorders>
              <w:right w:val="nil"/>
            </w:tcBorders>
          </w:tcPr>
          <w:p w14:paraId="304A43D3" w14:textId="77777777" w:rsidR="00110E0B" w:rsidRPr="006D7FDE" w:rsidRDefault="00110E0B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Operation specific procedures</w:t>
            </w:r>
          </w:p>
        </w:tc>
        <w:tc>
          <w:tcPr>
            <w:tcW w:w="1706" w:type="dxa"/>
            <w:tcBorders>
              <w:left w:val="nil"/>
            </w:tcBorders>
          </w:tcPr>
          <w:p w14:paraId="2C18B139" w14:textId="77777777" w:rsidR="00110E0B" w:rsidRPr="00F86B35" w:rsidRDefault="00110E0B" w:rsidP="00F3353D">
            <w:pPr>
              <w:pStyle w:val="Tabletext"/>
              <w:rPr>
                <w:rStyle w:val="bold"/>
              </w:rPr>
            </w:pPr>
          </w:p>
        </w:tc>
      </w:tr>
      <w:tr w:rsidR="00110E0B" w:rsidRPr="00916430" w14:paraId="24FD857E" w14:textId="77777777" w:rsidTr="00F3353D">
        <w:trPr>
          <w:trHeight w:val="268"/>
        </w:trPr>
        <w:tc>
          <w:tcPr>
            <w:tcW w:w="7933" w:type="dxa"/>
          </w:tcPr>
          <w:p w14:paraId="046260FB" w14:textId="77777777" w:rsidR="00110E0B" w:rsidRPr="006D7FDE" w:rsidRDefault="00110E0B" w:rsidP="00F3353D">
            <w:pPr>
              <w:pStyle w:val="Tablebullet"/>
            </w:pPr>
            <w:r w:rsidRPr="00916430">
              <w:t>NVIS</w:t>
            </w:r>
          </w:p>
        </w:tc>
        <w:tc>
          <w:tcPr>
            <w:tcW w:w="1706" w:type="dxa"/>
          </w:tcPr>
          <w:p w14:paraId="4D2F2725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18442FD0" w14:textId="77777777" w:rsidTr="00F3353D">
        <w:trPr>
          <w:trHeight w:val="268"/>
        </w:trPr>
        <w:tc>
          <w:tcPr>
            <w:tcW w:w="7933" w:type="dxa"/>
          </w:tcPr>
          <w:p w14:paraId="2CF6FE74" w14:textId="77777777" w:rsidR="00110E0B" w:rsidRPr="006D7FDE" w:rsidRDefault="00110E0B" w:rsidP="00F3353D">
            <w:pPr>
              <w:pStyle w:val="Tablebullet"/>
            </w:pPr>
            <w:r w:rsidRPr="00916430">
              <w:lastRenderedPageBreak/>
              <w:t>winching/rappelling</w:t>
            </w:r>
          </w:p>
        </w:tc>
        <w:tc>
          <w:tcPr>
            <w:tcW w:w="1706" w:type="dxa"/>
          </w:tcPr>
          <w:p w14:paraId="1A8C6D27" w14:textId="77777777" w:rsidR="00110E0B" w:rsidRPr="00916430" w:rsidRDefault="00110E0B" w:rsidP="00F3353D">
            <w:pPr>
              <w:pStyle w:val="Tabletext"/>
            </w:pPr>
          </w:p>
        </w:tc>
      </w:tr>
      <w:tr w:rsidR="00110E0B" w:rsidRPr="00916430" w14:paraId="678C8908" w14:textId="77777777" w:rsidTr="00F3353D">
        <w:trPr>
          <w:trHeight w:val="268"/>
        </w:trPr>
        <w:tc>
          <w:tcPr>
            <w:tcW w:w="7933" w:type="dxa"/>
          </w:tcPr>
          <w:p w14:paraId="0AEAEC59" w14:textId="77777777" w:rsidR="00110E0B" w:rsidRPr="006D7FDE" w:rsidRDefault="00110E0B" w:rsidP="00F3353D">
            <w:pPr>
              <w:pStyle w:val="Tablebullet"/>
            </w:pPr>
            <w:r w:rsidRPr="00916430">
              <w:t>sling load</w:t>
            </w:r>
          </w:p>
        </w:tc>
        <w:tc>
          <w:tcPr>
            <w:tcW w:w="1706" w:type="dxa"/>
          </w:tcPr>
          <w:p w14:paraId="7179C521" w14:textId="77777777" w:rsidR="00110E0B" w:rsidRPr="00916430" w:rsidRDefault="00110E0B" w:rsidP="00F3353D">
            <w:pPr>
              <w:pStyle w:val="Tabletext"/>
            </w:pPr>
          </w:p>
        </w:tc>
      </w:tr>
    </w:tbl>
    <w:p w14:paraId="1571F677" w14:textId="77777777" w:rsidR="00110E0B" w:rsidRDefault="00110E0B" w:rsidP="00110E0B">
      <w:pPr>
        <w:pStyle w:val="normalafterlisttable"/>
        <w:rPr>
          <w:rStyle w:val="bold"/>
        </w:rPr>
      </w:pP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110E0B" w:rsidRPr="00DB6B68" w14:paraId="7F53ED43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5008DEB0" w14:textId="77777777" w:rsidR="00110E0B" w:rsidRPr="006D7FDE" w:rsidRDefault="00110E0B" w:rsidP="00F3353D">
            <w:r>
              <w:t>Comments</w:t>
            </w:r>
          </w:p>
        </w:tc>
      </w:tr>
      <w:tr w:rsidR="00110E0B" w14:paraId="1CE09F97" w14:textId="77777777" w:rsidTr="00F3353D">
        <w:trPr>
          <w:trHeight w:val="2099"/>
        </w:trPr>
        <w:tc>
          <w:tcPr>
            <w:tcW w:w="9639" w:type="dxa"/>
          </w:tcPr>
          <w:p w14:paraId="51C20FAF" w14:textId="77777777" w:rsidR="00110E0B" w:rsidRDefault="00110E0B" w:rsidP="00F3353D"/>
        </w:tc>
      </w:tr>
    </w:tbl>
    <w:p w14:paraId="1880B897" w14:textId="77777777" w:rsidR="007B448B" w:rsidRDefault="007B448B" w:rsidP="007B448B">
      <w:pPr>
        <w:pStyle w:val="Heading4"/>
        <w:rPr>
          <w:rStyle w:val="bold"/>
        </w:rPr>
      </w:pPr>
      <w:r>
        <w:rPr>
          <w:rStyle w:val="bold"/>
        </w:rPr>
        <w:t>Result</w:t>
      </w:r>
    </w:p>
    <w:p w14:paraId="1D363BD8" w14:textId="77777777" w:rsidR="007B448B" w:rsidRDefault="009E041F" w:rsidP="007B448B">
      <w:sdt>
        <w:sdtPr>
          <w:id w:val="1828792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448B" w:rsidRPr="006D7FDE">
            <w:rPr>
              <w:rFonts w:ascii="Segoe UI Symbol" w:hAnsi="Segoe UI Symbol" w:cs="Segoe UI Symbol"/>
            </w:rPr>
            <w:t>☐</w:t>
          </w:r>
        </w:sdtContent>
      </w:sdt>
      <w:r w:rsidR="007B448B">
        <w:t xml:space="preserve">  Competent </w:t>
      </w:r>
    </w:p>
    <w:p w14:paraId="44A28FC8" w14:textId="77777777" w:rsidR="007B448B" w:rsidRPr="003C2B3F" w:rsidRDefault="009E041F" w:rsidP="007B448B">
      <w:sdt>
        <w:sdtPr>
          <w:id w:val="-212738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448B" w:rsidRPr="006D7FDE">
            <w:rPr>
              <w:rFonts w:ascii="Segoe UI Symbol" w:hAnsi="Segoe UI Symbol" w:cs="Segoe UI Symbol"/>
            </w:rPr>
            <w:t>☐</w:t>
          </w:r>
        </w:sdtContent>
      </w:sdt>
      <w:r w:rsidR="007B448B">
        <w:t xml:space="preserve">  Not yet competent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7B448B" w:rsidRPr="00FF4792" w14:paraId="54188C42" w14:textId="77777777" w:rsidTr="0038189F">
        <w:tc>
          <w:tcPr>
            <w:tcW w:w="2570" w:type="dxa"/>
          </w:tcPr>
          <w:p w14:paraId="2B72BBFB" w14:textId="77777777" w:rsidR="007B448B" w:rsidRPr="00D642BC" w:rsidRDefault="007B448B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6BA25B3B" w14:textId="77777777" w:rsidR="007B448B" w:rsidRPr="00FF4792" w:rsidRDefault="007B448B" w:rsidP="0038189F">
            <w:pPr>
              <w:pStyle w:val="normalafterlisttable"/>
            </w:pPr>
          </w:p>
        </w:tc>
        <w:tc>
          <w:tcPr>
            <w:tcW w:w="807" w:type="dxa"/>
          </w:tcPr>
          <w:p w14:paraId="4E92D879" w14:textId="77777777" w:rsidR="007B448B" w:rsidRPr="00D642BC" w:rsidRDefault="007B448B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7287857A" w14:textId="77777777" w:rsidR="007B448B" w:rsidRPr="00FF4792" w:rsidRDefault="007B448B" w:rsidP="0038189F">
            <w:pPr>
              <w:pStyle w:val="normalafterlisttable"/>
            </w:pPr>
          </w:p>
        </w:tc>
      </w:tr>
      <w:tr w:rsidR="007B448B" w:rsidRPr="00916430" w14:paraId="2684CA3B" w14:textId="77777777" w:rsidTr="0038189F">
        <w:tc>
          <w:tcPr>
            <w:tcW w:w="2570" w:type="dxa"/>
          </w:tcPr>
          <w:p w14:paraId="4CC9B264" w14:textId="77777777" w:rsidR="007B448B" w:rsidRPr="00D642BC" w:rsidRDefault="007B448B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0CD8E2D" w14:textId="77777777" w:rsidR="007B448B" w:rsidRPr="00FF4792" w:rsidRDefault="007B448B" w:rsidP="0038189F">
            <w:pPr>
              <w:pStyle w:val="normalafterlisttable"/>
            </w:pPr>
          </w:p>
        </w:tc>
        <w:tc>
          <w:tcPr>
            <w:tcW w:w="807" w:type="dxa"/>
          </w:tcPr>
          <w:p w14:paraId="18D44B1D" w14:textId="77777777" w:rsidR="007B448B" w:rsidRPr="00D642BC" w:rsidRDefault="007B448B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3524744" w14:textId="77777777" w:rsidR="007B448B" w:rsidRPr="00916430" w:rsidRDefault="007B448B" w:rsidP="0038189F">
            <w:pPr>
              <w:pStyle w:val="normalafterlisttable"/>
            </w:pPr>
          </w:p>
        </w:tc>
      </w:tr>
    </w:tbl>
    <w:p w14:paraId="4F4EFAB2" w14:textId="77777777" w:rsidR="007B448B" w:rsidRPr="001A4074" w:rsidRDefault="007B448B" w:rsidP="007B448B"/>
    <w:sectPr w:rsidR="007B448B" w:rsidRPr="001A4074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B308D" w14:textId="77777777" w:rsidR="00110E0B" w:rsidRDefault="00110E0B" w:rsidP="008E21DE">
      <w:pPr>
        <w:spacing w:before="0" w:after="0"/>
      </w:pPr>
      <w:r>
        <w:separator/>
      </w:r>
    </w:p>
    <w:p w14:paraId="64826F08" w14:textId="77777777" w:rsidR="00110E0B" w:rsidRDefault="00110E0B"/>
  </w:endnote>
  <w:endnote w:type="continuationSeparator" w:id="0">
    <w:p w14:paraId="0EC958A5" w14:textId="77777777" w:rsidR="00110E0B" w:rsidRDefault="00110E0B" w:rsidP="008E21DE">
      <w:pPr>
        <w:spacing w:before="0" w:after="0"/>
      </w:pPr>
      <w:r>
        <w:continuationSeparator/>
      </w:r>
    </w:p>
    <w:p w14:paraId="5D5A6DCF" w14:textId="77777777" w:rsidR="00110E0B" w:rsidRDefault="00110E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41C79" w14:textId="01BA7DD5" w:rsidR="00013309" w:rsidRPr="00500DA0" w:rsidRDefault="009E041F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1F8EA23319E840AD8EC298C0A1A1965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10E0B">
          <w:rPr>
            <w:rFonts w:ascii="ArialMT" w:hAnsi="ArialMT" w:cs="ArialMT"/>
            <w:szCs w:val="16"/>
          </w:rPr>
          <w:t>Form TC12 – ACM/MTS recurrent proficiency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9752" w14:textId="77777777" w:rsidR="00013309" w:rsidRDefault="00013309" w:rsidP="00013309">
    <w:pPr>
      <w:pStyle w:val="Footer"/>
    </w:pPr>
    <w:r>
      <w:t>Civil Aviation Safety Authority</w:t>
    </w:r>
  </w:p>
  <w:p w14:paraId="1B0A1256" w14:textId="2CFBB2E9" w:rsidR="00013309" w:rsidRDefault="009E041F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10E0B">
          <w:rPr>
            <w:rFonts w:ascii="ArialMT" w:hAnsi="ArialMT" w:cs="ArialMT"/>
            <w:szCs w:val="16"/>
          </w:rPr>
          <w:t>Form TC12 – ACM/MTS recurrent proficiency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110E0B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110E0B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C6E3625" w14:textId="77777777" w:rsidR="00013309" w:rsidRPr="00A365CA" w:rsidRDefault="009E041F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75452">
          <w:rPr>
            <w:color w:val="ED0000"/>
          </w:rPr>
          <w:t>Official</w:t>
        </w:r>
      </w:sdtContent>
    </w:sdt>
    <w:r w:rsidR="00463F67" w:rsidRPr="00175452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017A89A" wp14:editId="76ABDE54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7D3A2C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17A89A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A7D3A2C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B75AA" w14:textId="77777777" w:rsidR="00110E0B" w:rsidRPr="0022402E" w:rsidRDefault="00110E0B" w:rsidP="0022402E">
      <w:pPr>
        <w:spacing w:before="240"/>
        <w:rPr>
          <w:lang w:val="en-US"/>
        </w:rPr>
      </w:pPr>
      <w:r w:rsidRPr="00175452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1E5727BA" w14:textId="77777777" w:rsidR="00110E0B" w:rsidRDefault="00110E0B" w:rsidP="008E21DE">
      <w:pPr>
        <w:spacing w:before="0" w:after="0"/>
      </w:pPr>
      <w:r>
        <w:continuationSeparator/>
      </w:r>
    </w:p>
    <w:p w14:paraId="109BC8D7" w14:textId="77777777" w:rsidR="00110E0B" w:rsidRDefault="00110E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80A3" w14:textId="77777777" w:rsidR="00DD684D" w:rsidRDefault="00DD684D" w:rsidP="00DD684D">
    <w:pPr>
      <w:pStyle w:val="Header"/>
    </w:pPr>
    <w:r>
      <w:t>ORGANISATION NAME/DETAILS</w:t>
    </w:r>
  </w:p>
  <w:p w14:paraId="54C0E579" w14:textId="77777777" w:rsidR="00013309" w:rsidRPr="00DD684D" w:rsidRDefault="009E041F" w:rsidP="00AB65A6">
    <w:pPr>
      <w:pStyle w:val="Header"/>
      <w:spacing w:after="120"/>
    </w:pPr>
    <w:r>
      <w:pict w14:anchorId="44CD392F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302F1" w14:textId="77777777" w:rsidR="00463F67" w:rsidRPr="00175452" w:rsidRDefault="009E041F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75452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0B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C5FA7"/>
    <w:rsid w:val="000D1115"/>
    <w:rsid w:val="000D3374"/>
    <w:rsid w:val="000D6562"/>
    <w:rsid w:val="000D7C76"/>
    <w:rsid w:val="00110E0B"/>
    <w:rsid w:val="00111FE2"/>
    <w:rsid w:val="001169A7"/>
    <w:rsid w:val="0012631E"/>
    <w:rsid w:val="00143430"/>
    <w:rsid w:val="00167A69"/>
    <w:rsid w:val="00175452"/>
    <w:rsid w:val="00176B72"/>
    <w:rsid w:val="00195255"/>
    <w:rsid w:val="00222CED"/>
    <w:rsid w:val="0022402E"/>
    <w:rsid w:val="0024420C"/>
    <w:rsid w:val="002573ED"/>
    <w:rsid w:val="002804D3"/>
    <w:rsid w:val="0028675C"/>
    <w:rsid w:val="00297222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306D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00EF7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448B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E041F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B65A6"/>
    <w:rsid w:val="00AD3269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  <w:rsid w:val="00FF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09EA7"/>
  <w15:chartTrackingRefBased/>
  <w15:docId w15:val="{6ABE85E1-56DB-4A57-A145-8403D4C0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110E0B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bullet">
    <w:name w:val="Table bullet"/>
    <w:basedOn w:val="Tabletext"/>
    <w:qFormat/>
    <w:rsid w:val="00110E0B"/>
    <w:pPr>
      <w:numPr>
        <w:numId w:val="24"/>
      </w:numPr>
    </w:pPr>
  </w:style>
  <w:style w:type="paragraph" w:customStyle="1" w:styleId="normalafterlisttable">
    <w:name w:val="normal after list/table"/>
    <w:basedOn w:val="Normal"/>
    <w:uiPriority w:val="19"/>
    <w:qFormat/>
    <w:rsid w:val="00110E0B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110E0B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110E0B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110E0B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AD326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F8EA23319E840AD8EC298C0A1A19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7A427-65DA-483F-9724-EF8C48F3841F}"/>
      </w:docPartPr>
      <w:docPartBody>
        <w:p w:rsidR="00D52816" w:rsidRDefault="00D52816">
          <w:pPr>
            <w:pStyle w:val="1F8EA23319E840AD8EC298C0A1A1965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816"/>
    <w:rsid w:val="00297222"/>
    <w:rsid w:val="00352FB1"/>
    <w:rsid w:val="00D26448"/>
    <w:rsid w:val="00D5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F8EA23319E840AD8EC298C0A1A1965F">
    <w:name w:val="1F8EA23319E840AD8EC298C0A1A196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47bc000-5d24-4a58-bdb3-1d507d54dc98"/>
    <ds:schemaRef ds:uri="http://schemas.microsoft.com/office/2006/metadata/properties"/>
    <ds:schemaRef ds:uri="http://purl.org/dc/elements/1.1/"/>
    <ds:schemaRef ds:uri="http://www.w3.org/XML/1998/namespace"/>
    <ds:schemaRef ds:uri="09d1133f-994b-4ec9-8bcd-76b1f6ed9a8c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8</TotalTime>
  <Pages>2</Pages>
  <Words>134</Words>
  <Characters>887</Characters>
  <Application>Microsoft Office Word</Application>
  <DocSecurity>0</DocSecurity>
  <Lines>88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TC12 – ACM/MTS recurrent proficiency check report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TC12 – ACM/MTS recurrent proficiency check report</dc:title>
  <dc:subject/>
  <dc:creator>Bartholomew, Tina</dc:creator>
  <cp:keywords/>
  <dc:description/>
  <cp:lastModifiedBy>Bartholomew, Tina</cp:lastModifiedBy>
  <cp:revision>10</cp:revision>
  <dcterms:created xsi:type="dcterms:W3CDTF">2025-11-18T02:06:00Z</dcterms:created>
  <dcterms:modified xsi:type="dcterms:W3CDTF">2025-11-25T04:47:00Z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NOS-2025-0033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